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6025B0">
      <w:pPr>
        <w:ind w:left="2832" w:firstLine="708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707B01" w:rsidRPr="00707B01">
        <w:rPr>
          <w:b/>
          <w:sz w:val="20"/>
          <w:szCs w:val="20"/>
        </w:rPr>
        <w:t xml:space="preserve"> DO ALUNO</w:t>
      </w:r>
      <w:r w:rsidRPr="00707B01">
        <w:rPr>
          <w:b/>
          <w:sz w:val="20"/>
          <w:szCs w:val="20"/>
        </w:rPr>
        <w:t xml:space="preserve">: </w:t>
      </w:r>
      <w:bookmarkStart w:id="0" w:name="Texto1"/>
      <w:r w:rsidR="006F29A5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6F29A5">
        <w:rPr>
          <w:sz w:val="20"/>
          <w:szCs w:val="20"/>
        </w:rPr>
        <w:instrText xml:space="preserve"> FORMTEXT </w:instrText>
      </w:r>
      <w:r w:rsidR="0085355E" w:rsidRPr="006F29A5">
        <w:rPr>
          <w:sz w:val="20"/>
          <w:szCs w:val="20"/>
        </w:rPr>
      </w:r>
      <w:r w:rsidR="006F29A5">
        <w:rPr>
          <w:sz w:val="20"/>
          <w:szCs w:val="20"/>
        </w:rPr>
        <w:fldChar w:fldCharType="separate"/>
      </w:r>
      <w:bookmarkStart w:id="1" w:name="_GoBack"/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bookmarkEnd w:id="1"/>
      <w:r w:rsidR="006F29A5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6F29A5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6F29A5">
        <w:rPr>
          <w:sz w:val="20"/>
          <w:szCs w:val="20"/>
        </w:rPr>
        <w:instrText xml:space="preserve"> FORMTEXT </w:instrText>
      </w:r>
      <w:r w:rsidR="0085355E" w:rsidRPr="006F29A5">
        <w:rPr>
          <w:sz w:val="20"/>
          <w:szCs w:val="20"/>
        </w:rPr>
      </w:r>
      <w:r w:rsidR="006F29A5">
        <w:rPr>
          <w:sz w:val="20"/>
          <w:szCs w:val="20"/>
        </w:rPr>
        <w:fldChar w:fldCharType="separate"/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F29A5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6F29A5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6F29A5">
        <w:rPr>
          <w:sz w:val="20"/>
          <w:szCs w:val="20"/>
        </w:rPr>
        <w:instrText xml:space="preserve"> FORMTEXT </w:instrText>
      </w:r>
      <w:r w:rsidR="0085355E" w:rsidRPr="006F29A5">
        <w:rPr>
          <w:sz w:val="20"/>
          <w:szCs w:val="20"/>
        </w:rPr>
      </w:r>
      <w:r w:rsidR="006F29A5">
        <w:rPr>
          <w:sz w:val="20"/>
          <w:szCs w:val="20"/>
        </w:rPr>
        <w:fldChar w:fldCharType="separate"/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F29A5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4D0933" w:rsidRPr="00816ED1">
        <w:rPr>
          <w:b/>
        </w:rPr>
        <w:t>–</w:t>
      </w:r>
      <w:r w:rsidR="00224667" w:rsidRPr="00816ED1">
        <w:rPr>
          <w:b/>
        </w:rPr>
        <w:t xml:space="preserve"> </w:t>
      </w:r>
      <w:r w:rsidR="00C401A6">
        <w:rPr>
          <w:b/>
        </w:rPr>
        <w:t>MÃE</w:t>
      </w:r>
      <w:r w:rsidR="00945E30">
        <w:rPr>
          <w:b/>
        </w:rPr>
        <w:t xml:space="preserve"> DO ALUNO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A11624" w:rsidRPr="00783EF0" w:rsidTr="00783EF0">
        <w:tc>
          <w:tcPr>
            <w:tcW w:w="9211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5"/>
            <w:r w:rsidRPr="00783EF0">
              <w:rPr>
                <w:sz w:val="18"/>
                <w:szCs w:val="18"/>
              </w:rPr>
              <w:t>/</w:t>
            </w:r>
            <w:bookmarkStart w:id="6" w:name="Texto54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6"/>
            <w:r w:rsidRPr="00783EF0">
              <w:rPr>
                <w:sz w:val="18"/>
                <w:szCs w:val="18"/>
              </w:rPr>
              <w:t>/</w:t>
            </w:r>
            <w:bookmarkStart w:id="7" w:name="Texto55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7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783EF0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8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783EF0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783EF0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783EF0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1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783EF0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3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783EF0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4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5"/>
            <w:r w:rsidRPr="00783EF0">
              <w:rPr>
                <w:sz w:val="18"/>
                <w:szCs w:val="18"/>
              </w:rPr>
              <w:t>.</w:t>
            </w:r>
            <w:bookmarkStart w:id="16" w:name="Texto64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6"/>
            <w:r w:rsidRPr="00783EF0">
              <w:rPr>
                <w:sz w:val="18"/>
                <w:szCs w:val="18"/>
              </w:rPr>
              <w:t>.</w:t>
            </w:r>
            <w:bookmarkStart w:id="17" w:name="Texto65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7"/>
            <w:r w:rsidRPr="00783EF0">
              <w:rPr>
                <w:sz w:val="18"/>
                <w:szCs w:val="18"/>
              </w:rPr>
              <w:t>-</w:t>
            </w:r>
            <w:bookmarkStart w:id="18" w:name="Texto66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783EF0" w:rsidTr="00783EF0">
        <w:tc>
          <w:tcPr>
            <w:tcW w:w="9211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783EF0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  <w:lang w:val="en-US"/>
              </w:rPr>
            </w:r>
            <w:r w:rsidR="00514084" w:rsidRPr="00783EF0">
              <w:rPr>
                <w:sz w:val="18"/>
                <w:szCs w:val="18"/>
                <w:lang w:val="en-US"/>
              </w:rPr>
              <w:fldChar w:fldCharType="separate"/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514084" w:rsidRPr="00783EF0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783EF0" w:rsidTr="00783EF0">
        <w:tc>
          <w:tcPr>
            <w:tcW w:w="9211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3"/>
            <w:r w:rsidRPr="00783EF0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783EF0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25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783EF0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27"/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783EF0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28"/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9"/>
            <w:r w:rsidRPr="00783EF0">
              <w:rPr>
                <w:sz w:val="18"/>
                <w:szCs w:val="18"/>
              </w:rPr>
              <w:t>-</w:t>
            </w:r>
            <w:bookmarkStart w:id="30" w:name="Texto78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Telefone residencial: </w:t>
            </w:r>
            <w:r w:rsidRPr="00783EF0">
              <w:rPr>
                <w:sz w:val="18"/>
                <w:szCs w:val="18"/>
              </w:rPr>
              <w:t>(</w:t>
            </w:r>
            <w:bookmarkStart w:id="31" w:name="Texto79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31"/>
            <w:r w:rsidRPr="00783EF0">
              <w:rPr>
                <w:sz w:val="18"/>
                <w:szCs w:val="18"/>
              </w:rPr>
              <w:t xml:space="preserve">) </w:t>
            </w:r>
            <w:bookmarkStart w:id="32" w:name="Texto80"/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bookmarkEnd w:id="32"/>
            <w:r w:rsidRPr="00783EF0">
              <w:rPr>
                <w:sz w:val="18"/>
                <w:szCs w:val="18"/>
              </w:rPr>
              <w:t>-</w:t>
            </w:r>
            <w:bookmarkStart w:id="33" w:name="Texto81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33"/>
            <w:r w:rsidRPr="00783EF0">
              <w:rPr>
                <w:b/>
                <w:sz w:val="18"/>
                <w:szCs w:val="18"/>
              </w:rPr>
              <w:tab/>
              <w:t xml:space="preserve">Celular: </w:t>
            </w:r>
            <w:r w:rsidRPr="00783EF0">
              <w:rPr>
                <w:sz w:val="18"/>
                <w:szCs w:val="18"/>
              </w:rPr>
              <w:t>(</w:t>
            </w:r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)</w:t>
            </w:r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</w:p>
        </w:tc>
      </w:tr>
      <w:tr w:rsidR="00A11624" w:rsidRPr="00783EF0" w:rsidTr="00783EF0">
        <w:tc>
          <w:tcPr>
            <w:tcW w:w="9211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,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Complemento: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 </w:t>
            </w:r>
            <w:r w:rsidRPr="00783EF0">
              <w:rPr>
                <w:b/>
                <w:color w:val="FF0000"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 xml:space="preserve">Bairro: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Cidade: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Telefone comercial: </w:t>
            </w:r>
            <w:r w:rsidRPr="00783EF0">
              <w:rPr>
                <w:sz w:val="18"/>
                <w:szCs w:val="18"/>
              </w:rPr>
              <w:t>(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) </w:t>
            </w:r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>Data de Admissão</w:t>
            </w:r>
            <w:r w:rsidRPr="00783EF0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5"/>
            <w:r w:rsidRPr="00783EF0">
              <w:rPr>
                <w:sz w:val="18"/>
                <w:szCs w:val="18"/>
              </w:rPr>
              <w:t>/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/</w:t>
            </w:r>
            <w:bookmarkStart w:id="36" w:name="Texto96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6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783EF0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37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A11624" w:rsidRPr="00783EF0" w:rsidTr="00783EF0">
        <w:tc>
          <w:tcPr>
            <w:tcW w:w="9224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 da empresa: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Endereço: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,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Complemento: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 </w:t>
            </w:r>
            <w:r w:rsidRPr="00783EF0">
              <w:rPr>
                <w:b/>
                <w:color w:val="FF0000"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 xml:space="preserve">Bairro: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Cidade: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>Telefone</w:t>
            </w:r>
            <w:r w:rsidRPr="00783EF0">
              <w:rPr>
                <w:sz w:val="18"/>
                <w:szCs w:val="18"/>
              </w:rPr>
              <w:t>: (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) </w:t>
            </w:r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="00571603" w:rsidRPr="00783EF0">
              <w:rPr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="007078E1"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9"/>
            <w:r w:rsidRPr="00783EF0">
              <w:rPr>
                <w:sz w:val="18"/>
                <w:szCs w:val="18"/>
              </w:rPr>
              <w:t>.</w:t>
            </w:r>
            <w:bookmarkStart w:id="40" w:name="Texto100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0"/>
            <w:r w:rsidRPr="00783EF0">
              <w:rPr>
                <w:sz w:val="18"/>
                <w:szCs w:val="18"/>
              </w:rPr>
              <w:t>.</w:t>
            </w:r>
            <w:bookmarkStart w:id="41" w:name="Texto101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1"/>
            <w:r w:rsidRPr="00783EF0">
              <w:rPr>
                <w:sz w:val="18"/>
                <w:szCs w:val="18"/>
              </w:rPr>
              <w:t>/</w:t>
            </w:r>
            <w:bookmarkStart w:id="42" w:name="Texto102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2"/>
            <w:r w:rsidRPr="00783EF0">
              <w:rPr>
                <w:sz w:val="18"/>
                <w:szCs w:val="18"/>
              </w:rPr>
              <w:t>-</w:t>
            </w:r>
            <w:bookmarkStart w:id="43" w:name="Texto103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3"/>
            <w:r w:rsidRPr="00783EF0">
              <w:rPr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6F29A5" w:rsidRPr="00783EF0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6F29A5" w:rsidRPr="00783EF0">
              <w:rPr>
                <w:sz w:val="18"/>
                <w:szCs w:val="18"/>
              </w:rPr>
              <w:instrText xml:space="preserve"> FORMTEXT </w:instrText>
            </w:r>
            <w:r w:rsidR="0085355E" w:rsidRPr="00783EF0">
              <w:rPr>
                <w:sz w:val="18"/>
                <w:szCs w:val="18"/>
              </w:rPr>
            </w:r>
            <w:r w:rsidR="006F29A5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F29A5" w:rsidRPr="00783EF0">
              <w:rPr>
                <w:sz w:val="18"/>
                <w:szCs w:val="18"/>
              </w:rPr>
              <w:fldChar w:fldCharType="end"/>
            </w:r>
            <w:bookmarkEnd w:id="44"/>
            <w:r w:rsidR="007D1808" w:rsidRPr="00783EF0">
              <w:rPr>
                <w:b/>
                <w:sz w:val="18"/>
                <w:szCs w:val="18"/>
              </w:rPr>
              <w:t xml:space="preserve"> </w:t>
            </w:r>
          </w:p>
          <w:p w:rsidR="001229A3" w:rsidRPr="00783EF0" w:rsidRDefault="001229A3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>Data de Abertura</w:t>
            </w:r>
            <w:r w:rsidRPr="00783EF0">
              <w:rPr>
                <w:sz w:val="18"/>
                <w:szCs w:val="18"/>
              </w:rPr>
              <w:t xml:space="preserve">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/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/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Cargo: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783EF0" w:rsidTr="00783EF0">
        <w:tc>
          <w:tcPr>
            <w:tcW w:w="9224" w:type="dxa"/>
            <w:shd w:val="clear" w:color="auto" w:fill="auto"/>
          </w:tcPr>
          <w:p w:rsidR="00571603" w:rsidRPr="00783EF0" w:rsidRDefault="00571603" w:rsidP="00783EF0">
            <w:pPr>
              <w:spacing w:before="120" w:line="360" w:lineRule="auto"/>
              <w:rPr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Origem: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571603" w:rsidRPr="00783EF0" w:rsidRDefault="00571603" w:rsidP="00783EF0">
            <w:pPr>
              <w:spacing w:line="360" w:lineRule="auto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Origem: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783EF0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45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>Valor</w:t>
            </w:r>
            <w:r w:rsidR="006E59AB">
              <w:rPr>
                <w:b/>
                <w:sz w:val="18"/>
                <w:szCs w:val="18"/>
              </w:rPr>
              <w:t xml:space="preserve"> (mercado)</w:t>
            </w:r>
            <w:r w:rsidRPr="00783EF0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783EF0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104794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783EF0" w:rsidRDefault="007D1808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Tipo: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>Valor</w:t>
            </w:r>
            <w:r w:rsidR="006E59AB">
              <w:rPr>
                <w:b/>
                <w:sz w:val="18"/>
                <w:szCs w:val="18"/>
              </w:rPr>
              <w:t xml:space="preserve"> (mercado)</w:t>
            </w:r>
            <w:r w:rsidRPr="00783EF0">
              <w:rPr>
                <w:b/>
                <w:sz w:val="18"/>
                <w:szCs w:val="18"/>
              </w:rPr>
              <w:t xml:space="preserve">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104794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</w:p>
        </w:tc>
      </w:tr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6F29A5" w:rsidRPr="00783EF0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6F29A5" w:rsidRPr="00783EF0">
              <w:rPr>
                <w:sz w:val="18"/>
                <w:szCs w:val="18"/>
              </w:rPr>
              <w:instrText xml:space="preserve"> FORMTEXT </w:instrText>
            </w:r>
            <w:r w:rsidR="0085355E" w:rsidRPr="00783EF0">
              <w:rPr>
                <w:sz w:val="18"/>
                <w:szCs w:val="18"/>
              </w:rPr>
            </w:r>
            <w:r w:rsidR="006F29A5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F29A5" w:rsidRPr="00783EF0">
              <w:rPr>
                <w:sz w:val="18"/>
                <w:szCs w:val="18"/>
              </w:rPr>
              <w:fldChar w:fldCharType="end"/>
            </w:r>
            <w:bookmarkEnd w:id="49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50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51"/>
            <w:r w:rsidRPr="00783EF0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104794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783EF0" w:rsidRDefault="007D1808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Marca: </w:t>
            </w:r>
            <w:r w:rsidR="006F29A5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6F29A5" w:rsidRPr="00783EF0">
              <w:rPr>
                <w:sz w:val="18"/>
                <w:szCs w:val="18"/>
              </w:rPr>
              <w:instrText xml:space="preserve"> FORMTEXT </w:instrText>
            </w:r>
            <w:r w:rsidR="0085355E" w:rsidRPr="00783EF0">
              <w:rPr>
                <w:sz w:val="18"/>
                <w:szCs w:val="18"/>
              </w:rPr>
            </w:r>
            <w:r w:rsidR="006F29A5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F29A5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Modelo: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     Valor de Mercado: R$ </w:t>
            </w:r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104794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</w:p>
        </w:tc>
      </w:tr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7D1808" w:rsidRPr="001C2DB7" w:rsidRDefault="007D1808" w:rsidP="007D1808">
      <w:pPr>
        <w:spacing w:before="120"/>
        <w:rPr>
          <w:b/>
          <w:sz w:val="18"/>
          <w:szCs w:val="18"/>
        </w:rPr>
      </w:pPr>
      <w:r w:rsidRPr="001C2DB7">
        <w:rPr>
          <w:b/>
          <w:sz w:val="18"/>
          <w:szCs w:val="18"/>
        </w:rPr>
        <w:t>Bancárias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7D1808" w:rsidRPr="00783EF0" w:rsidTr="004F4A8D">
        <w:tc>
          <w:tcPr>
            <w:tcW w:w="9225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Banco: </w:t>
            </w:r>
            <w:bookmarkStart w:id="53" w:name="Texto92"/>
            <w:r w:rsidRPr="00783EF0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53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Agência: </w:t>
            </w:r>
            <w:bookmarkStart w:id="54" w:name="Texto93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54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nº da conta corrente: </w:t>
            </w:r>
            <w:bookmarkStart w:id="55" w:name="Texto94"/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Texto9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104794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  <w:bookmarkEnd w:id="55"/>
          </w:p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Banco: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Agência: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D2392C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nº da conta corrente: </w:t>
            </w:r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104794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</w:p>
        </w:tc>
      </w:tr>
    </w:tbl>
    <w:p w:rsidR="004F4A8D" w:rsidRDefault="004F4A8D" w:rsidP="004F4A8D">
      <w:pPr>
        <w:spacing w:before="120"/>
        <w:rPr>
          <w:b/>
          <w:sz w:val="18"/>
          <w:szCs w:val="18"/>
        </w:rPr>
      </w:pPr>
    </w:p>
    <w:p w:rsidR="004F4A8D" w:rsidRDefault="004F4A8D" w:rsidP="004F4A8D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4F4A8D" w:rsidRPr="003D0FA7" w:rsidTr="0081301F">
        <w:tc>
          <w:tcPr>
            <w:tcW w:w="9225" w:type="dxa"/>
            <w:shd w:val="clear" w:color="auto" w:fill="auto"/>
          </w:tcPr>
          <w:p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4F4A8D" w:rsidRPr="003D0FA7" w:rsidTr="0081301F">
        <w:tc>
          <w:tcPr>
            <w:tcW w:w="9225" w:type="dxa"/>
            <w:shd w:val="clear" w:color="auto" w:fill="auto"/>
          </w:tcPr>
          <w:p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4F4A8D" w:rsidRDefault="004F4A8D" w:rsidP="004F4A8D">
      <w:pPr>
        <w:spacing w:before="120"/>
        <w:rPr>
          <w:b/>
          <w:sz w:val="18"/>
          <w:szCs w:val="18"/>
        </w:rPr>
      </w:pP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bookmarkStart w:id="56" w:name="Texto49"/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 xml:space="preserve">, </w:t>
      </w:r>
      <w:bookmarkStart w:id="57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Pr="00D737BF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7"/>
      <w:r w:rsidRPr="007D1808">
        <w:rPr>
          <w:sz w:val="20"/>
          <w:szCs w:val="20"/>
        </w:rPr>
        <w:t xml:space="preserve"> de </w:t>
      </w:r>
      <w:bookmarkStart w:id="58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Pr="00D737BF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8"/>
      <w:r w:rsidRPr="007D1808">
        <w:rPr>
          <w:sz w:val="20"/>
          <w:szCs w:val="20"/>
        </w:rPr>
        <w:t xml:space="preserve"> de </w:t>
      </w:r>
      <w:bookmarkStart w:id="59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9"/>
      <w:r>
        <w:rPr>
          <w:sz w:val="20"/>
          <w:szCs w:val="20"/>
        </w:rPr>
        <w:t>.</w:t>
      </w:r>
    </w:p>
    <w:p w:rsidR="004F4A8D" w:rsidRDefault="004F4A8D" w:rsidP="004F4A8D">
      <w:pPr>
        <w:spacing w:before="120"/>
        <w:jc w:val="both"/>
        <w:rPr>
          <w:sz w:val="20"/>
          <w:szCs w:val="20"/>
        </w:rPr>
      </w:pP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4F4A8D" w:rsidRPr="003D0FA7" w:rsidTr="0081301F">
        <w:tc>
          <w:tcPr>
            <w:tcW w:w="4791" w:type="dxa"/>
            <w:shd w:val="clear" w:color="auto" w:fill="auto"/>
          </w:tcPr>
          <w:p w:rsidR="004F4A8D" w:rsidRPr="003D0FA7" w:rsidRDefault="004F4A8D" w:rsidP="0081301F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4F4A8D" w:rsidRPr="003D0FA7" w:rsidRDefault="004F4A8D" w:rsidP="0081301F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4F4A8D" w:rsidRPr="007D1808" w:rsidRDefault="004F4A8D" w:rsidP="004F4A8D">
      <w:pPr>
        <w:jc w:val="both"/>
        <w:rPr>
          <w:sz w:val="20"/>
          <w:szCs w:val="20"/>
        </w:rPr>
      </w:pPr>
    </w:p>
    <w:p w:rsidR="004F4A8D" w:rsidRPr="007D1808" w:rsidRDefault="004F4A8D" w:rsidP="004F4A8D">
      <w:pPr>
        <w:jc w:val="both"/>
        <w:rPr>
          <w:sz w:val="20"/>
          <w:szCs w:val="20"/>
        </w:rPr>
      </w:pPr>
    </w:p>
    <w:p w:rsidR="004F4A8D" w:rsidRPr="007D1808" w:rsidRDefault="004F4A8D" w:rsidP="004F4A8D">
      <w:pPr>
        <w:jc w:val="both"/>
        <w:rPr>
          <w:sz w:val="20"/>
          <w:szCs w:val="20"/>
        </w:rPr>
      </w:pPr>
    </w:p>
    <w:p w:rsidR="004F4A8D" w:rsidRDefault="004F4A8D" w:rsidP="004F4A8D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4F4A8D" w:rsidRPr="001B43F4" w:rsidRDefault="004F4A8D" w:rsidP="004F4A8D">
      <w:pPr>
        <w:jc w:val="both"/>
        <w:rPr>
          <w:sz w:val="20"/>
          <w:szCs w:val="20"/>
        </w:rPr>
      </w:pPr>
    </w:p>
    <w:p w:rsidR="004F4A8D" w:rsidRDefault="004F4A8D" w:rsidP="004F4A8D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4F4A8D" w:rsidRPr="001B43F4" w:rsidRDefault="004F4A8D" w:rsidP="004F4A8D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4F4A8D" w:rsidRPr="001B43F4" w:rsidRDefault="004F4A8D" w:rsidP="004F4A8D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Contador;</w:t>
      </w:r>
    </w:p>
    <w:p w:rsidR="004F4A8D" w:rsidRPr="001B43F4" w:rsidRDefault="004F4A8D" w:rsidP="004F4A8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4F4A8D" w:rsidRPr="001B43F4" w:rsidRDefault="004F4A8D" w:rsidP="004F4A8D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4F4A8D" w:rsidRPr="001B43F4" w:rsidRDefault="004F4A8D" w:rsidP="004F4A8D">
      <w:pPr>
        <w:ind w:left="1068"/>
        <w:jc w:val="both"/>
        <w:rPr>
          <w:sz w:val="20"/>
          <w:szCs w:val="20"/>
        </w:rPr>
      </w:pPr>
      <w:r w:rsidRPr="001B43F4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:rsidR="004F4A8D" w:rsidRDefault="004F4A8D" w:rsidP="004F4A8D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4F4A8D" w:rsidRPr="001B43F4" w:rsidRDefault="004F4A8D" w:rsidP="004F4A8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4F4A8D" w:rsidRPr="001B43F4" w:rsidRDefault="004F4A8D" w:rsidP="004F4A8D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4F4A8D" w:rsidRDefault="004F4A8D" w:rsidP="004F4A8D">
      <w:pPr>
        <w:jc w:val="both"/>
      </w:pPr>
    </w:p>
    <w:p w:rsidR="00053CAF" w:rsidRDefault="00053CAF" w:rsidP="004F4A8D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A1B" w:rsidRDefault="00B40A1B">
      <w:r>
        <w:separator/>
      </w:r>
    </w:p>
  </w:endnote>
  <w:endnote w:type="continuationSeparator" w:id="0">
    <w:p w:rsidR="00B40A1B" w:rsidRDefault="00B4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Default="00E631A5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E631A5" w:rsidRDefault="00E631A5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Default="00E631A5" w:rsidP="00C0599D">
    <w:pPr>
      <w:pStyle w:val="Rodap"/>
      <w:framePr w:wrap="around" w:vAnchor="text" w:hAnchor="margin" w:xAlign="outside" w:y="1"/>
      <w:rPr>
        <w:rStyle w:val="Nmerodepgina"/>
      </w:rPr>
    </w:pPr>
  </w:p>
  <w:p w:rsidR="00E631A5" w:rsidRPr="00B961F6" w:rsidRDefault="00E631A5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CREDUC_Cadastro_Mãe_aluno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EC1752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Pr="00B961F6" w:rsidRDefault="00E631A5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A1B" w:rsidRDefault="00B40A1B">
      <w:r>
        <w:separator/>
      </w:r>
    </w:p>
  </w:footnote>
  <w:footnote w:type="continuationSeparator" w:id="0">
    <w:p w:rsidR="00B40A1B" w:rsidRDefault="00B4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Default="00D03444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Default="00D03444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FtIeFNlHBr/sqtbwbiPf31h7iXGOkxMN8+v1ri83p916/01VUFNvo/iehgmhsM1ey8RiZQx5a2j5p2pAFZOcQ==" w:salt="m3sgMgr2e5y94k2YnOT3Yw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52"/>
    <w:rsid w:val="00015B94"/>
    <w:rsid w:val="00053CAF"/>
    <w:rsid w:val="000B6C19"/>
    <w:rsid w:val="000F3CD2"/>
    <w:rsid w:val="00104794"/>
    <w:rsid w:val="001229A3"/>
    <w:rsid w:val="00162F6E"/>
    <w:rsid w:val="00192C71"/>
    <w:rsid w:val="001974DF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D5631"/>
    <w:rsid w:val="002F5509"/>
    <w:rsid w:val="00306C91"/>
    <w:rsid w:val="003144B9"/>
    <w:rsid w:val="00316B97"/>
    <w:rsid w:val="00330E59"/>
    <w:rsid w:val="003338B7"/>
    <w:rsid w:val="003B0BEC"/>
    <w:rsid w:val="003D2D77"/>
    <w:rsid w:val="00431C3E"/>
    <w:rsid w:val="00464FB0"/>
    <w:rsid w:val="004D0933"/>
    <w:rsid w:val="004D44FA"/>
    <w:rsid w:val="004E007E"/>
    <w:rsid w:val="004F4A8D"/>
    <w:rsid w:val="005013B9"/>
    <w:rsid w:val="00507243"/>
    <w:rsid w:val="00514084"/>
    <w:rsid w:val="00531E81"/>
    <w:rsid w:val="005557FA"/>
    <w:rsid w:val="00571603"/>
    <w:rsid w:val="00575B6B"/>
    <w:rsid w:val="0058414C"/>
    <w:rsid w:val="005B132F"/>
    <w:rsid w:val="005F2DEB"/>
    <w:rsid w:val="006025B0"/>
    <w:rsid w:val="00666F12"/>
    <w:rsid w:val="00691130"/>
    <w:rsid w:val="00696358"/>
    <w:rsid w:val="006B5B00"/>
    <w:rsid w:val="006C7DD3"/>
    <w:rsid w:val="006D636D"/>
    <w:rsid w:val="006E007B"/>
    <w:rsid w:val="006E1523"/>
    <w:rsid w:val="006E59AB"/>
    <w:rsid w:val="006F29A5"/>
    <w:rsid w:val="007078E1"/>
    <w:rsid w:val="00707B01"/>
    <w:rsid w:val="00730AE2"/>
    <w:rsid w:val="007443FC"/>
    <w:rsid w:val="00752413"/>
    <w:rsid w:val="00757B4A"/>
    <w:rsid w:val="007725F3"/>
    <w:rsid w:val="00783EF0"/>
    <w:rsid w:val="00791752"/>
    <w:rsid w:val="007B2B07"/>
    <w:rsid w:val="007B2E56"/>
    <w:rsid w:val="007C298C"/>
    <w:rsid w:val="007D1515"/>
    <w:rsid w:val="007D1808"/>
    <w:rsid w:val="007F3A15"/>
    <w:rsid w:val="0081301F"/>
    <w:rsid w:val="008158AE"/>
    <w:rsid w:val="00816ED1"/>
    <w:rsid w:val="0083136B"/>
    <w:rsid w:val="0085355E"/>
    <w:rsid w:val="00867E2E"/>
    <w:rsid w:val="008E19F0"/>
    <w:rsid w:val="008F088D"/>
    <w:rsid w:val="0092444F"/>
    <w:rsid w:val="00936867"/>
    <w:rsid w:val="00945E30"/>
    <w:rsid w:val="00997840"/>
    <w:rsid w:val="009B2216"/>
    <w:rsid w:val="009F4555"/>
    <w:rsid w:val="00A02C56"/>
    <w:rsid w:val="00A04DB4"/>
    <w:rsid w:val="00A11624"/>
    <w:rsid w:val="00A23D24"/>
    <w:rsid w:val="00A85DEE"/>
    <w:rsid w:val="00AF4D30"/>
    <w:rsid w:val="00B35298"/>
    <w:rsid w:val="00B40A1B"/>
    <w:rsid w:val="00B63F6A"/>
    <w:rsid w:val="00B961F6"/>
    <w:rsid w:val="00BA7DED"/>
    <w:rsid w:val="00BC0CAE"/>
    <w:rsid w:val="00C0599D"/>
    <w:rsid w:val="00C07A5B"/>
    <w:rsid w:val="00C401A6"/>
    <w:rsid w:val="00C8006D"/>
    <w:rsid w:val="00C862E5"/>
    <w:rsid w:val="00CA64EA"/>
    <w:rsid w:val="00CC2918"/>
    <w:rsid w:val="00CE241B"/>
    <w:rsid w:val="00D03444"/>
    <w:rsid w:val="00D11C13"/>
    <w:rsid w:val="00D2392C"/>
    <w:rsid w:val="00DC018F"/>
    <w:rsid w:val="00E37805"/>
    <w:rsid w:val="00E60E14"/>
    <w:rsid w:val="00E631A5"/>
    <w:rsid w:val="00E80AFC"/>
    <w:rsid w:val="00E87B34"/>
    <w:rsid w:val="00EA1E9E"/>
    <w:rsid w:val="00EC1752"/>
    <w:rsid w:val="00EE781E"/>
    <w:rsid w:val="00F124EE"/>
    <w:rsid w:val="00F35436"/>
    <w:rsid w:val="00F95CD1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CB358-FB29-4DDC-8DFD-EEE2D675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SZ9GBIFV\creduc-ficha-mae-aluno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creduc-ficha-mae-aluno</Template>
  <TotalTime>0</TotalTime>
  <Pages>2</Pages>
  <Words>802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2</cp:revision>
  <cp:lastPrinted>2008-04-15T17:13:00Z</cp:lastPrinted>
  <dcterms:created xsi:type="dcterms:W3CDTF">2024-11-13T19:13:00Z</dcterms:created>
  <dcterms:modified xsi:type="dcterms:W3CDTF">2024-11-13T19:13:00Z</dcterms:modified>
</cp:coreProperties>
</file>